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C8" w:rsidRPr="009F6AA3" w:rsidRDefault="00285AC8">
      <w:pPr>
        <w:spacing w:after="200" w:line="276" w:lineRule="auto"/>
        <w:rPr>
          <w:rFonts w:ascii="Arial" w:hAnsi="Arial" w:cs="Arial"/>
          <w:color w:val="EBDDC3" w:themeColor="background2"/>
        </w:rPr>
      </w:pPr>
    </w:p>
    <w:sdt>
      <w:sdtPr>
        <w:rPr>
          <w:rFonts w:ascii="Arial" w:hAnsi="Arial" w:cs="Arial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9F6AA3" w:rsidRDefault="00D17462">
          <w:pPr>
            <w:pStyle w:val="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215</w:t>
          </w:r>
          <w:r w:rsidR="00E708C4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  <w:lang w:val="de-CH"/>
            </w:rPr>
            <w:t>Pressekonferenz</w:t>
          </w:r>
          <w:r w:rsidR="00E708C4">
            <w:rPr>
              <w:rFonts w:ascii="Arial" w:hAnsi="Arial" w:cs="Arial"/>
              <w:lang w:val="de-CH"/>
            </w:rPr>
            <w:t xml:space="preserve"> </w:t>
          </w:r>
          <w:r w:rsidR="00E049C6" w:rsidRPr="009F6AA3">
            <w:rPr>
              <w:rFonts w:ascii="Arial" w:hAnsi="Arial" w:cs="Arial"/>
              <w:lang w:val="de-CH"/>
            </w:rPr>
            <w:t xml:space="preserve"> </w:t>
          </w:r>
        </w:p>
      </w:sdtContent>
    </w:sdt>
    <w:sdt>
      <w:sdtPr>
        <w:rPr>
          <w:rFonts w:ascii="Arial" w:hAnsi="Arial" w:cs="Arial"/>
        </w:rPr>
        <w:id w:val="219697527"/>
        <w:text/>
      </w:sdtPr>
      <w:sdtContent>
        <w:p w:rsidR="00285AC8" w:rsidRPr="009F6AA3" w:rsidRDefault="00E708C4">
          <w:pPr>
            <w:pStyle w:val="Unter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Figurant </w:t>
          </w:r>
          <w:r w:rsidR="00AA582D">
            <w:rPr>
              <w:rFonts w:ascii="Arial" w:hAnsi="Arial" w:cs="Arial"/>
            </w:rPr>
            <w:t>Medien</w:t>
          </w:r>
        </w:p>
      </w:sdtContent>
    </w:sdt>
    <w:p w:rsidR="00D4000B" w:rsidRDefault="00E708C4" w:rsidP="00E708C4">
      <w:pPr>
        <w:rPr>
          <w:rFonts w:ascii="Arial" w:hAnsi="Arial" w:cs="Arial"/>
          <w:lang w:val="de-CH"/>
        </w:rPr>
      </w:pPr>
      <w:r>
        <w:rPr>
          <w:rStyle w:val="berschrift3Zchn"/>
          <w:rFonts w:ascii="Arial" w:hAnsi="Arial" w:cs="Arial"/>
        </w:rPr>
        <w:t>Rollenbeschrieb</w:t>
      </w:r>
      <w:r w:rsidR="008443B2" w:rsidRPr="005D2F13">
        <w:rPr>
          <w:rStyle w:val="berschrift4Zchn"/>
          <w:rFonts w:ascii="Arial" w:hAnsi="Arial" w:cs="Arial"/>
        </w:rPr>
        <w:br/>
      </w:r>
      <w:r w:rsidR="00130767">
        <w:rPr>
          <w:rFonts w:ascii="Arial" w:hAnsi="Arial" w:cs="Arial"/>
          <w:lang w:val="de-CH"/>
        </w:rPr>
        <w:t xml:space="preserve">- Sie sind </w:t>
      </w:r>
      <w:r w:rsidR="00AA582D">
        <w:rPr>
          <w:rFonts w:ascii="Arial" w:hAnsi="Arial" w:cs="Arial"/>
          <w:lang w:val="de-CH"/>
        </w:rPr>
        <w:t>ein Medienvertreter</w:t>
      </w:r>
      <w:r>
        <w:rPr>
          <w:rFonts w:ascii="Arial" w:hAnsi="Arial" w:cs="Arial"/>
          <w:lang w:val="de-CH"/>
        </w:rPr>
        <w:t xml:space="preserve"> </w:t>
      </w:r>
      <w:r w:rsidR="00AA582D">
        <w:rPr>
          <w:rFonts w:ascii="Arial" w:hAnsi="Arial" w:cs="Arial"/>
          <w:lang w:val="de-CH"/>
        </w:rPr>
        <w:t>einer grossen Nachrichtenagentur (Reuters etc…)</w:t>
      </w:r>
      <w:r>
        <w:rPr>
          <w:rFonts w:ascii="Arial" w:hAnsi="Arial" w:cs="Arial"/>
          <w:lang w:val="de-CH"/>
        </w:rPr>
        <w:t>.</w:t>
      </w:r>
    </w:p>
    <w:p w:rsidR="00E708C4" w:rsidRDefault="002B0A33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Sie haben </w:t>
      </w:r>
      <w:r w:rsidR="00AA582D">
        <w:rPr>
          <w:rFonts w:ascii="Arial" w:hAnsi="Arial" w:cs="Arial"/>
          <w:lang w:val="de-CH"/>
        </w:rPr>
        <w:t xml:space="preserve">eine Einladung zur Pressekonferenz des kantonalen Führungsstabes Luzern bekommen. </w:t>
      </w:r>
    </w:p>
    <w:p w:rsidR="00AA582D" w:rsidRDefault="00AA582D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haben bis jetzt keine Informationen aus diesem Kanton bekommen.</w:t>
      </w:r>
    </w:p>
    <w:p w:rsidR="00AA582D" w:rsidRDefault="00AA582D" w:rsidP="00AA582D">
      <w:pPr>
        <w:pStyle w:val="Listenabsatz"/>
        <w:rPr>
          <w:rFonts w:ascii="Arial" w:hAnsi="Arial" w:cs="Arial"/>
          <w:lang w:val="de-CH"/>
        </w:rPr>
      </w:pPr>
    </w:p>
    <w:p w:rsid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Ziel / Zweck</w:t>
      </w:r>
    </w:p>
    <w:p w:rsidR="00314193" w:rsidRDefault="00AA582D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Stabschef durchgeführt.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314193" w:rsidP="00314193">
      <w:pPr>
        <w:spacing w:after="0"/>
        <w:rPr>
          <w:rFonts w:ascii="Arial" w:hAnsi="Arial" w:cs="Arial"/>
          <w:b/>
          <w:lang w:val="de-CH"/>
        </w:rPr>
      </w:pPr>
      <w:r w:rsidRPr="00314193">
        <w:rPr>
          <w:rFonts w:ascii="Arial" w:hAnsi="Arial" w:cs="Arial"/>
          <w:b/>
          <w:lang w:val="de-CH"/>
        </w:rPr>
        <w:t>Lageb</w:t>
      </w:r>
      <w:r w:rsidR="000F7A2D">
        <w:rPr>
          <w:rFonts w:ascii="Arial" w:hAnsi="Arial" w:cs="Arial"/>
          <w:b/>
          <w:lang w:val="de-CH"/>
        </w:rPr>
        <w:t>ild</w:t>
      </w:r>
      <w:r w:rsidRPr="00314193">
        <w:rPr>
          <w:rFonts w:ascii="Arial" w:hAnsi="Arial" w:cs="Arial"/>
          <w:b/>
          <w:lang w:val="de-CH"/>
        </w:rPr>
        <w:t>:</w:t>
      </w:r>
    </w:p>
    <w:p w:rsidR="00314193" w:rsidRDefault="00314193" w:rsidP="00314193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C Lage ausgeführt.</w:t>
      </w:r>
    </w:p>
    <w:p w:rsidR="000F7A2D" w:rsidRDefault="000F7A2D" w:rsidP="00314193">
      <w:pPr>
        <w:spacing w:after="0"/>
        <w:rPr>
          <w:rFonts w:ascii="Arial" w:hAnsi="Arial" w:cs="Arial"/>
          <w:lang w:val="de-CH"/>
        </w:rPr>
      </w:pPr>
    </w:p>
    <w:p w:rsidR="000F7A2D" w:rsidRPr="00314193" w:rsidRDefault="000F7A2D" w:rsidP="000F7A2D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Lagebeurteilung</w:t>
      </w:r>
      <w:r w:rsidRPr="00314193">
        <w:rPr>
          <w:rFonts w:ascii="Arial" w:hAnsi="Arial" w:cs="Arial"/>
          <w:b/>
          <w:lang w:val="de-CH"/>
        </w:rPr>
        <w:t>:</w:t>
      </w:r>
    </w:p>
    <w:p w:rsidR="000F7A2D" w:rsidRDefault="000F7A2D" w:rsidP="000F7A2D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C Lage ausgeführt.</w:t>
      </w:r>
    </w:p>
    <w:p w:rsidR="000F7A2D" w:rsidRDefault="000F7A2D" w:rsidP="00314193">
      <w:pPr>
        <w:spacing w:after="0"/>
        <w:rPr>
          <w:rFonts w:ascii="Arial" w:hAnsi="Arial" w:cs="Arial"/>
          <w:lang w:val="de-CH"/>
        </w:rPr>
      </w:pPr>
    </w:p>
    <w:p w:rsidR="00314193" w:rsidRPr="00314193" w:rsidRDefault="00D17462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Getroffenen Massnahmen</w:t>
      </w:r>
      <w:r w:rsidR="00314193" w:rsidRPr="00314193">
        <w:rPr>
          <w:rFonts w:ascii="Arial" w:hAnsi="Arial" w:cs="Arial"/>
          <w:b/>
          <w:lang w:val="de-CH"/>
        </w:rPr>
        <w:t>:</w:t>
      </w:r>
    </w:p>
    <w:p w:rsidR="00AA582D" w:rsidRDefault="00AA582D" w:rsidP="00AA582D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Wird durch Stabschef durchgeführt.</w:t>
      </w:r>
    </w:p>
    <w:p w:rsidR="00D17462" w:rsidRDefault="00D17462" w:rsidP="00D17462">
      <w:pPr>
        <w:spacing w:after="200" w:line="276" w:lineRule="auto"/>
        <w:rPr>
          <w:rFonts w:ascii="Arial" w:hAnsi="Arial" w:cs="Arial"/>
          <w:lang w:val="de-CH"/>
        </w:rPr>
      </w:pPr>
    </w:p>
    <w:p w:rsidR="00314193" w:rsidRPr="00D17462" w:rsidRDefault="00D17462" w:rsidP="00D17462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b/>
          <w:lang w:val="de-CH"/>
        </w:rPr>
        <w:t>Fragerunde</w:t>
      </w:r>
      <w:r w:rsidR="00314193" w:rsidRPr="00DD3359">
        <w:rPr>
          <w:rFonts w:ascii="Arial" w:hAnsi="Arial" w:cs="Arial"/>
          <w:b/>
          <w:lang w:val="de-CH"/>
        </w:rPr>
        <w:t>:</w:t>
      </w:r>
    </w:p>
    <w:p w:rsidR="00314193" w:rsidRDefault="00AA582D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Warum haben Sie erst  jetzt eine Pressekonferenz durchgeführt?</w:t>
      </w:r>
    </w:p>
    <w:p w:rsidR="00AA582D" w:rsidRDefault="00AA582D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Wie waren Ihre Vorbereitungen zu diesem Ereignis?</w:t>
      </w:r>
    </w:p>
    <w:p w:rsidR="00AA582D" w:rsidRDefault="00AA582D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Warum läuft die Hilfe nur so schleppend an?</w:t>
      </w:r>
    </w:p>
    <w:p w:rsidR="00AA582D" w:rsidRDefault="00AA582D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Welche Hilfsangebote haben Sie bekommen?</w:t>
      </w:r>
    </w:p>
    <w:p w:rsidR="00AA582D" w:rsidRDefault="00AA582D" w:rsidP="00314193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Wann denken Sie haben Sie diese Chaosphase überwunden?</w:t>
      </w:r>
    </w:p>
    <w:p w:rsidR="00AA582D" w:rsidRPr="00AA582D" w:rsidRDefault="00AA582D" w:rsidP="00AA582D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Wer finanziert den Wiederaufabu?</w:t>
      </w:r>
    </w:p>
    <w:p w:rsidR="00DD3359" w:rsidRDefault="00DD3359" w:rsidP="00314193">
      <w:pPr>
        <w:spacing w:after="0"/>
        <w:rPr>
          <w:rFonts w:ascii="Arial" w:hAnsi="Arial" w:cs="Arial"/>
          <w:b/>
          <w:lang w:val="de-CH"/>
        </w:rPr>
      </w:pPr>
    </w:p>
    <w:p w:rsidR="00DD3359" w:rsidRDefault="00D17462" w:rsidP="00314193">
      <w:p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Nächste Pressekonferenz</w:t>
      </w:r>
    </w:p>
    <w:p w:rsidR="00DD3359" w:rsidRPr="00D17462" w:rsidRDefault="00D17462" w:rsidP="00D17462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In acht Stunden.</w:t>
      </w:r>
    </w:p>
    <w:p w:rsidR="00314193" w:rsidRDefault="004E2738" w:rsidP="004E2738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314193" w:rsidRDefault="00314193" w:rsidP="00314193">
      <w:pPr>
        <w:spacing w:after="0" w:line="276" w:lineRule="auto"/>
        <w:rPr>
          <w:rFonts w:ascii="Arial" w:hAnsi="Arial" w:cs="Arial"/>
          <w:lang w:val="de-CH"/>
        </w:rPr>
      </w:pPr>
    </w:p>
    <w:p w:rsidR="004C1CD3" w:rsidRPr="004C1CD3" w:rsidRDefault="00D17462" w:rsidP="004C1CD3">
      <w:pPr>
        <w:tabs>
          <w:tab w:val="left" w:pos="5529"/>
          <w:tab w:val="left" w:pos="6946"/>
          <w:tab w:val="left" w:leader="dot" w:pos="9639"/>
        </w:tabs>
        <w:ind w:left="-426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b/>
          <w:sz w:val="52"/>
          <w:szCs w:val="52"/>
        </w:rPr>
        <w:t>Pressekonferenz</w:t>
      </w:r>
      <w:r w:rsidR="004C1CD3" w:rsidRPr="004C1CD3">
        <w:rPr>
          <w:rFonts w:ascii="Arial" w:eastAsia="Times New Roman" w:hAnsi="Arial" w:cs="Arial"/>
          <w:b/>
          <w:sz w:val="52"/>
          <w:szCs w:val="52"/>
        </w:rPr>
        <w:br/>
      </w:r>
      <w:r w:rsidR="004C1CD3" w:rsidRPr="004C1CD3">
        <w:rPr>
          <w:rFonts w:ascii="Arial" w:eastAsia="Times New Roman" w:hAnsi="Arial" w:cs="Arial"/>
          <w:b/>
          <w:sz w:val="32"/>
          <w:szCs w:val="32"/>
        </w:rPr>
        <w:tab/>
      </w:r>
      <w:r w:rsidR="004C1CD3" w:rsidRPr="004C1CD3">
        <w:rPr>
          <w:rFonts w:ascii="Arial" w:eastAsia="Times New Roman" w:hAnsi="Arial" w:cs="Arial"/>
          <w:sz w:val="32"/>
          <w:szCs w:val="32"/>
        </w:rPr>
        <w:tab/>
      </w:r>
    </w:p>
    <w:p w:rsidR="004C1CD3" w:rsidRPr="004C1CD3" w:rsidRDefault="004C1CD3" w:rsidP="004C1CD3">
      <w:pPr>
        <w:tabs>
          <w:tab w:val="left" w:pos="851"/>
          <w:tab w:val="left" w:leader="dot" w:pos="5670"/>
          <w:tab w:val="left" w:pos="5812"/>
          <w:tab w:val="left" w:pos="6946"/>
          <w:tab w:val="left" w:leader="dot" w:pos="10348"/>
        </w:tabs>
        <w:ind w:left="-426"/>
        <w:rPr>
          <w:rFonts w:ascii="Arial" w:eastAsia="Times New Roman" w:hAnsi="Arial" w:cs="Arial"/>
          <w:sz w:val="32"/>
          <w:szCs w:val="32"/>
        </w:rPr>
      </w:pPr>
      <w:r w:rsidRPr="004C1CD3">
        <w:rPr>
          <w:rFonts w:ascii="Arial" w:eastAsia="Times New Roman" w:hAnsi="Arial" w:cs="Arial"/>
          <w:sz w:val="32"/>
          <w:szCs w:val="32"/>
        </w:rPr>
        <w:t xml:space="preserve">Ereignis </w:t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 w:val="32"/>
          <w:szCs w:val="32"/>
        </w:rPr>
        <w:t xml:space="preserve">Datum / Zeit </w:t>
      </w:r>
      <w:r w:rsidRPr="004C1CD3">
        <w:rPr>
          <w:rFonts w:ascii="Arial" w:eastAsia="Times New Roman" w:hAnsi="Arial" w:cs="Arial"/>
          <w:szCs w:val="22"/>
        </w:rPr>
        <w:tab/>
      </w:r>
      <w:r w:rsidRPr="004C1CD3">
        <w:rPr>
          <w:rFonts w:ascii="Arial" w:eastAsia="Times New Roman" w:hAnsi="Arial" w:cs="Arial"/>
          <w:szCs w:val="22"/>
        </w:rPr>
        <w:br/>
      </w:r>
    </w:p>
    <w:tbl>
      <w:tblPr>
        <w:tblStyle w:val="Tabellengitternetz"/>
        <w:tblW w:w="10774" w:type="dxa"/>
        <w:tblInd w:w="-31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/>
      </w:tblPr>
      <w:tblGrid>
        <w:gridCol w:w="755"/>
        <w:gridCol w:w="5498"/>
        <w:gridCol w:w="3032"/>
        <w:gridCol w:w="1489"/>
      </w:tblGrid>
      <w:tr w:rsidR="004C1CD3" w:rsidRPr="004C1CD3" w:rsidTr="002E1981">
        <w:trPr>
          <w:trHeight w:hRule="exact" w:val="794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Nr.</w:t>
            </w: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Traktandum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Wer</w:t>
            </w:r>
          </w:p>
        </w:tc>
        <w:tc>
          <w:tcPr>
            <w:tcW w:w="1489" w:type="dxa"/>
            <w:vAlign w:val="center"/>
          </w:tcPr>
          <w:p w:rsidR="004C1CD3" w:rsidRPr="004C1CD3" w:rsidRDefault="004C1CD3" w:rsidP="002E19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4C1CD3">
              <w:rPr>
                <w:rFonts w:ascii="Arial" w:eastAsia="Times New Roman" w:hAnsi="Arial" w:cs="Arial"/>
                <w:b/>
                <w:sz w:val="32"/>
                <w:szCs w:val="32"/>
              </w:rPr>
              <w:t>Zeit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Ziel /Zweck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Lagebild </w:t>
            </w:r>
            <w:r w:rsidRPr="004C1CD3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Chef Lage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Lagebeurteilung</w:t>
            </w:r>
          </w:p>
        </w:tc>
        <w:tc>
          <w:tcPr>
            <w:tcW w:w="3032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Chef Lage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D17462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Getroffene Massnahmen</w:t>
            </w:r>
          </w:p>
        </w:tc>
        <w:tc>
          <w:tcPr>
            <w:tcW w:w="3032" w:type="dxa"/>
            <w:vAlign w:val="center"/>
          </w:tcPr>
          <w:p w:rsidR="004C1CD3" w:rsidRPr="004C1CD3" w:rsidRDefault="00AA58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D17462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</w:t>
            </w:r>
            <w:r w:rsidR="000F7A2D">
              <w:rPr>
                <w:rFonts w:ascii="Arial" w:hAnsi="Arial" w:cs="Arial"/>
                <w:sz w:val="32"/>
                <w:szCs w:val="32"/>
              </w:rPr>
              <w:t xml:space="preserve">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D17462" w:rsidP="002E1981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Fragerunde</w:t>
            </w:r>
          </w:p>
        </w:tc>
        <w:tc>
          <w:tcPr>
            <w:tcW w:w="3032" w:type="dxa"/>
            <w:vAlign w:val="center"/>
          </w:tcPr>
          <w:p w:rsidR="004C1CD3" w:rsidRPr="004C1CD3" w:rsidRDefault="00AA58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Alle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 min</w:t>
            </w:r>
          </w:p>
        </w:tc>
      </w:tr>
      <w:tr w:rsidR="004C1CD3" w:rsidRPr="004C1CD3" w:rsidTr="002E1981">
        <w:trPr>
          <w:trHeight w:hRule="exact" w:val="1077"/>
        </w:trPr>
        <w:tc>
          <w:tcPr>
            <w:tcW w:w="755" w:type="dxa"/>
            <w:vAlign w:val="center"/>
          </w:tcPr>
          <w:p w:rsidR="004C1CD3" w:rsidRPr="004C1CD3" w:rsidRDefault="004C1CD3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5498" w:type="dxa"/>
            <w:vAlign w:val="center"/>
          </w:tcPr>
          <w:p w:rsidR="004C1CD3" w:rsidRPr="004C1CD3" w:rsidRDefault="00D17462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Nächste Pressekonferenz</w:t>
            </w:r>
          </w:p>
        </w:tc>
        <w:tc>
          <w:tcPr>
            <w:tcW w:w="3032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Stabschef</w:t>
            </w:r>
          </w:p>
        </w:tc>
        <w:tc>
          <w:tcPr>
            <w:tcW w:w="1489" w:type="dxa"/>
            <w:vAlign w:val="center"/>
          </w:tcPr>
          <w:p w:rsidR="004C1CD3" w:rsidRPr="004C1CD3" w:rsidRDefault="000F7A2D" w:rsidP="002E1981">
            <w:pPr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min</w:t>
            </w:r>
          </w:p>
        </w:tc>
      </w:tr>
    </w:tbl>
    <w:p w:rsidR="00041332" w:rsidRPr="004C1CD3" w:rsidRDefault="00041332" w:rsidP="00CF4950">
      <w:pPr>
        <w:rPr>
          <w:rFonts w:ascii="Arial" w:hAnsi="Arial" w:cs="Arial"/>
          <w:lang w:val="de-CH"/>
        </w:rPr>
      </w:pPr>
    </w:p>
    <w:p w:rsidR="00041332" w:rsidRPr="004C1CD3" w:rsidRDefault="00041332" w:rsidP="00CF4950">
      <w:pPr>
        <w:rPr>
          <w:rFonts w:ascii="Arial" w:hAnsi="Arial" w:cs="Arial"/>
          <w:lang w:val="de-CH"/>
        </w:rPr>
      </w:pPr>
    </w:p>
    <w:p w:rsidR="001F5889" w:rsidRPr="005D2F13" w:rsidRDefault="001F5889" w:rsidP="000F7A2D">
      <w:pPr>
        <w:spacing w:after="200" w:line="276" w:lineRule="auto"/>
        <w:rPr>
          <w:rFonts w:ascii="Arial" w:hAnsi="Arial" w:cs="Arial"/>
          <w:lang w:val="de-CH"/>
        </w:rPr>
      </w:pPr>
    </w:p>
    <w:sectPr w:rsidR="001F5889" w:rsidRPr="005D2F13" w:rsidSect="00285AC8">
      <w:headerReference w:type="even" r:id="rId11"/>
      <w:headerReference w:type="default" r:id="rId12"/>
      <w:footerReference w:type="even" r:id="rId13"/>
      <w:footerReference w:type="default" r:id="rId14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F2C" w:rsidRDefault="00E52F2C">
      <w:pPr>
        <w:spacing w:after="0" w:line="240" w:lineRule="auto"/>
      </w:pPr>
      <w:r>
        <w:separator/>
      </w:r>
    </w:p>
  </w:endnote>
  <w:endnote w:type="continuationSeparator" w:id="0">
    <w:p w:rsidR="00E52F2C" w:rsidRDefault="00E5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Default="00DD3359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DD3359">
    <w:pPr>
      <w:pStyle w:val="Fuzeile"/>
    </w:pPr>
  </w:p>
  <w:p w:rsidR="00DD3359" w:rsidRPr="00730B37" w:rsidRDefault="00DD3359" w:rsidP="00D70B16">
    <w:pPr>
      <w:pStyle w:val="Fuzeile-Ungerade"/>
      <w:jc w:val="center"/>
      <w:rPr>
        <w:szCs w:val="18"/>
      </w:rPr>
    </w:pP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szCs w:val="18"/>
      </w:rPr>
      <w:t>SSIM/ChA/</w:t>
    </w:r>
    <w:r>
      <w:rPr>
        <w:szCs w:val="18"/>
      </w:rPr>
      <w:t>pwi</w:t>
    </w:r>
    <w:r w:rsidRPr="00730B37">
      <w:rPr>
        <w:szCs w:val="18"/>
      </w:rPr>
      <w:t>/UTS/AG</w:t>
    </w:r>
    <w:r w:rsidRPr="00730B37">
      <w:rPr>
        <w:szCs w:val="18"/>
      </w:rPr>
      <w:tab/>
    </w:r>
    <w:r>
      <w:rPr>
        <w:szCs w:val="18"/>
      </w:rPr>
      <w:t xml:space="preserve">   </w:t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  <w:t xml:space="preserve"> Seite </w:t>
    </w:r>
    <w:r w:rsidR="00C6612D" w:rsidRPr="00730B37">
      <w:rPr>
        <w:szCs w:val="18"/>
      </w:rPr>
      <w:fldChar w:fldCharType="begin"/>
    </w:r>
    <w:r w:rsidRPr="00730B37">
      <w:rPr>
        <w:szCs w:val="18"/>
      </w:rPr>
      <w:instrText xml:space="preserve"> PAGE   \* MERGEFORMAT </w:instrText>
    </w:r>
    <w:r w:rsidR="00C6612D" w:rsidRPr="00730B37">
      <w:rPr>
        <w:szCs w:val="18"/>
      </w:rPr>
      <w:fldChar w:fldCharType="separate"/>
    </w:r>
    <w:r w:rsidR="00AA582D">
      <w:rPr>
        <w:noProof/>
        <w:szCs w:val="18"/>
      </w:rPr>
      <w:t>1</w:t>
    </w:r>
    <w:r w:rsidR="00C6612D" w:rsidRPr="00730B37">
      <w:rPr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F2C" w:rsidRDefault="00E52F2C">
      <w:pPr>
        <w:spacing w:after="0" w:line="240" w:lineRule="auto"/>
      </w:pPr>
      <w:r>
        <w:separator/>
      </w:r>
    </w:p>
  </w:footnote>
  <w:footnote w:type="continuationSeparator" w:id="0">
    <w:p w:rsidR="00E52F2C" w:rsidRDefault="00E5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C6612D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17462">
          <w:rPr>
            <w:szCs w:val="20"/>
            <w:lang w:val="de-CH"/>
          </w:rPr>
          <w:t xml:space="preserve">215 Pressekonferenz  </w:t>
        </w:r>
      </w:sdtContent>
    </w:sdt>
  </w:p>
  <w:p w:rsidR="00DD3359" w:rsidRDefault="00DD335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59" w:rsidRDefault="00C6612D">
    <w:pPr>
      <w:pStyle w:val="Kopfzeile-Ungerade"/>
      <w:rPr>
        <w:szCs w:val="20"/>
      </w:rPr>
    </w:pPr>
    <w:sdt>
      <w:sdtPr>
        <w:rPr>
          <w:b w:val="0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17462">
          <w:rPr>
            <w:b w:val="0"/>
            <w:szCs w:val="20"/>
            <w:lang w:val="de-CH"/>
          </w:rPr>
          <w:t xml:space="preserve">215 Pressekonferenz  </w:t>
        </w:r>
      </w:sdtContent>
    </w:sdt>
  </w:p>
  <w:p w:rsidR="00DD3359" w:rsidRDefault="00DD335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4EA3805"/>
    <w:multiLevelType w:val="hybridMultilevel"/>
    <w:tmpl w:val="92F06E30"/>
    <w:lvl w:ilvl="0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8E4A1A"/>
    <w:multiLevelType w:val="hybridMultilevel"/>
    <w:tmpl w:val="26D07E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85271"/>
    <w:multiLevelType w:val="hybridMultilevel"/>
    <w:tmpl w:val="585AD8EC"/>
    <w:lvl w:ilvl="0" w:tplc="750E220A">
      <w:start w:val="107"/>
      <w:numFmt w:val="bullet"/>
      <w:lvlText w:val=""/>
      <w:lvlJc w:val="left"/>
      <w:pPr>
        <w:ind w:left="1800" w:hanging="360"/>
      </w:pPr>
      <w:rPr>
        <w:rFonts w:ascii="Wingdings" w:eastAsiaTheme="minorEastAsia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9D0916"/>
    <w:multiLevelType w:val="hybridMultilevel"/>
    <w:tmpl w:val="91528C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17185"/>
    <w:multiLevelType w:val="hybridMultilevel"/>
    <w:tmpl w:val="8522D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B0E73"/>
    <w:multiLevelType w:val="hybridMultilevel"/>
    <w:tmpl w:val="E48E9BAA"/>
    <w:lvl w:ilvl="0" w:tplc="76C0024C">
      <w:start w:val="3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B81B6B"/>
    <w:multiLevelType w:val="hybridMultilevel"/>
    <w:tmpl w:val="20D863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1B09B1"/>
    <w:multiLevelType w:val="hybridMultilevel"/>
    <w:tmpl w:val="56A2E0F4"/>
    <w:lvl w:ilvl="0" w:tplc="E438CE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8"/>
  </w:num>
  <w:num w:numId="18">
    <w:abstractNumId w:val="13"/>
  </w:num>
  <w:num w:numId="19">
    <w:abstractNumId w:val="11"/>
  </w:num>
  <w:num w:numId="20">
    <w:abstractNumId w:val="6"/>
  </w:num>
  <w:num w:numId="21">
    <w:abstractNumId w:val="10"/>
  </w:num>
  <w:num w:numId="22">
    <w:abstractNumId w:val="14"/>
  </w:num>
  <w:num w:numId="23">
    <w:abstractNumId w:val="12"/>
  </w:num>
  <w:num w:numId="24">
    <w:abstractNumId w:val="5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672016"/>
    <w:rsid w:val="00007532"/>
    <w:rsid w:val="000315C9"/>
    <w:rsid w:val="00041332"/>
    <w:rsid w:val="0005167B"/>
    <w:rsid w:val="00076D98"/>
    <w:rsid w:val="000F7A2D"/>
    <w:rsid w:val="00110E6F"/>
    <w:rsid w:val="00130767"/>
    <w:rsid w:val="00132614"/>
    <w:rsid w:val="00174D44"/>
    <w:rsid w:val="00191D56"/>
    <w:rsid w:val="00197AF7"/>
    <w:rsid w:val="001B1A6E"/>
    <w:rsid w:val="001B4C83"/>
    <w:rsid w:val="001C4A6B"/>
    <w:rsid w:val="001E0D15"/>
    <w:rsid w:val="001E2CB3"/>
    <w:rsid w:val="001F15F6"/>
    <w:rsid w:val="001F5889"/>
    <w:rsid w:val="00206B4B"/>
    <w:rsid w:val="00210F9E"/>
    <w:rsid w:val="00213BB4"/>
    <w:rsid w:val="00222596"/>
    <w:rsid w:val="00275A5D"/>
    <w:rsid w:val="00285AC8"/>
    <w:rsid w:val="00287064"/>
    <w:rsid w:val="002A5DDA"/>
    <w:rsid w:val="002B0A33"/>
    <w:rsid w:val="002B663F"/>
    <w:rsid w:val="002C53A8"/>
    <w:rsid w:val="002E5FB3"/>
    <w:rsid w:val="00314193"/>
    <w:rsid w:val="0033309D"/>
    <w:rsid w:val="00453FAA"/>
    <w:rsid w:val="00456B83"/>
    <w:rsid w:val="004B65AF"/>
    <w:rsid w:val="004C1CD3"/>
    <w:rsid w:val="004C3587"/>
    <w:rsid w:val="004C5B57"/>
    <w:rsid w:val="004D3346"/>
    <w:rsid w:val="004D6DF8"/>
    <w:rsid w:val="004E2738"/>
    <w:rsid w:val="00592552"/>
    <w:rsid w:val="005C0821"/>
    <w:rsid w:val="005C3EE2"/>
    <w:rsid w:val="005D2F13"/>
    <w:rsid w:val="00600F58"/>
    <w:rsid w:val="00631903"/>
    <w:rsid w:val="00634E29"/>
    <w:rsid w:val="00656819"/>
    <w:rsid w:val="00672016"/>
    <w:rsid w:val="00695733"/>
    <w:rsid w:val="00700F15"/>
    <w:rsid w:val="00706BF2"/>
    <w:rsid w:val="00730B37"/>
    <w:rsid w:val="007708B2"/>
    <w:rsid w:val="007B21B0"/>
    <w:rsid w:val="007B5163"/>
    <w:rsid w:val="008443B2"/>
    <w:rsid w:val="008B0BE5"/>
    <w:rsid w:val="008B28F5"/>
    <w:rsid w:val="008E4456"/>
    <w:rsid w:val="008E5C0F"/>
    <w:rsid w:val="00904A1C"/>
    <w:rsid w:val="009857F1"/>
    <w:rsid w:val="009A411C"/>
    <w:rsid w:val="009D750B"/>
    <w:rsid w:val="009F6AA3"/>
    <w:rsid w:val="00A2694D"/>
    <w:rsid w:val="00A43D33"/>
    <w:rsid w:val="00A461E1"/>
    <w:rsid w:val="00A51BB7"/>
    <w:rsid w:val="00AA582D"/>
    <w:rsid w:val="00AC3F1B"/>
    <w:rsid w:val="00B422CA"/>
    <w:rsid w:val="00B65BD7"/>
    <w:rsid w:val="00B875F2"/>
    <w:rsid w:val="00BC625D"/>
    <w:rsid w:val="00C2493E"/>
    <w:rsid w:val="00C6612D"/>
    <w:rsid w:val="00C7712F"/>
    <w:rsid w:val="00CF263F"/>
    <w:rsid w:val="00CF4950"/>
    <w:rsid w:val="00D17462"/>
    <w:rsid w:val="00D4000B"/>
    <w:rsid w:val="00D70B16"/>
    <w:rsid w:val="00D76210"/>
    <w:rsid w:val="00DC5534"/>
    <w:rsid w:val="00DD3359"/>
    <w:rsid w:val="00E049C6"/>
    <w:rsid w:val="00E24702"/>
    <w:rsid w:val="00E52F2C"/>
    <w:rsid w:val="00E60D28"/>
    <w:rsid w:val="00E708C4"/>
    <w:rsid w:val="00EF44E9"/>
    <w:rsid w:val="00F4247E"/>
    <w:rsid w:val="00F507B6"/>
    <w:rsid w:val="00F70929"/>
    <w:rsid w:val="00F71072"/>
    <w:rsid w:val="00F7262B"/>
    <w:rsid w:val="00FC2891"/>
    <w:rsid w:val="00FE4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5AC8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85AC8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AC8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AC8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AC8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85AC8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AC8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03\Desktop\Vorlage%20Terremoto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Props1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Terremoto.dotx</Template>
  <TotalTime>0</TotalTime>
  <Pages>2</Pages>
  <Words>153</Words>
  <Characters>965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033 Orientierungsrapport  </vt:lpstr>
      <vt:lpstr/>
      <vt:lpstr>    Heading 2|two</vt:lpstr>
      <vt:lpstr>        Heading 3|three</vt:lpstr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215 Pressekonferenz  </dc:title>
  <dc:subject>Übungseinführung</dc:subject>
  <dc:creator>inst</dc:creator>
  <cp:lastModifiedBy>inst</cp:lastModifiedBy>
  <cp:revision>22</cp:revision>
  <cp:lastPrinted>2011-03-09T07:06:00Z</cp:lastPrinted>
  <dcterms:created xsi:type="dcterms:W3CDTF">2011-03-03T19:14:00Z</dcterms:created>
  <dcterms:modified xsi:type="dcterms:W3CDTF">2011-03-10T06:48:00Z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